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33E" w:rsidRDefault="00C5133E">
      <w:pPr>
        <w:rPr>
          <w:rFonts w:ascii="Arial" w:hAnsi="Arial" w:cs="Arial"/>
          <w:sz w:val="28"/>
          <w:szCs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9.5pt;margin-top:1.5pt;width:346.3pt;height:46.5pt;z-index:-251664384" fillcolor="#06c" strokecolor="#9cf" strokeweight="1.5pt">
            <v:shadow on="t" color="#900"/>
            <v:textpath style="font-family:&quot;Impact&quot;;font-size:10pt;v-text-kern:t" trim="t" fitpath="t" string="&quot;You can do hard things!&quot;&#10;                        -Mrs. Mannon"/>
          </v:shape>
        </w:pict>
      </w: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7" type="#_x0000_t172" style="position:absolute;margin-left:145.3pt;margin-top:-1in;width:201pt;height:69pt;z-index:-251672576" adj="6924" fillcolor="red" strokecolor="#c9f">
            <v:fill color2="#c0c"/>
            <v:shadow color="#99f" opacity="52429f" offset="3pt,3pt"/>
            <o:extrusion v:ext="view" specularity="80000f" diffusity="43712f" color="#90c" on="t" metal="t" rotationangle="25,-25" viewpoint="0,0" viewpointorigin="0,0" skewangle="0" skewamt="0" lightposition="-50000,-50000" lightposition2="50000" type="perspective"/>
            <v:textpath style="font-family:&quot;Arial&quot;;v-text-kern:t" trim="t" fitpath="t" string="Math Reflection"/>
          </v:shape>
        </w:pict>
      </w:r>
    </w:p>
    <w:p w:rsidR="00C5133E" w:rsidRPr="00C81E09" w:rsidRDefault="00C5133E">
      <w:pPr>
        <w:rPr>
          <w:rFonts w:ascii="Arial" w:hAnsi="Arial" w:cs="Arial"/>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8" type="#_x0000_t75" alt="shapes and designs.jpg" style="position:absolute;margin-left:-15pt;margin-top:21pt;width:491.25pt;height:600pt;z-index:-251671552;visibility:visible">
            <v:imagedata r:id="rId4" o:title="" cropleft="6853f" cropright="7175f" blacklevel="9830f"/>
          </v:shape>
        </w:pict>
      </w:r>
    </w:p>
    <w:p w:rsidR="00C5133E" w:rsidRPr="00DE49D4" w:rsidRDefault="00C5133E">
      <w:pPr>
        <w:rPr>
          <w:rFonts w:ascii="Arial" w:hAnsi="Arial" w:cs="Arial"/>
          <w:sz w:val="32"/>
          <w:szCs w:val="32"/>
        </w:rPr>
      </w:pPr>
      <w:r>
        <w:rPr>
          <w:noProof/>
        </w:rPr>
        <w:pict>
          <v:shape id="Picture 8" o:spid="_x0000_s1029" type="#_x0000_t75" style="position:absolute;margin-left:331.5pt;margin-top:29.2pt;width:5in;height:50.25pt;rotation:90;z-index:-251667456;visibility:visible">
            <v:imagedata r:id="rId5" o:title=""/>
          </v:shape>
        </w:pict>
      </w:r>
      <w:r>
        <w:rPr>
          <w:noProof/>
        </w:rPr>
        <w:pict>
          <v:shape id="Picture 5" o:spid="_x0000_s1030" type="#_x0000_t75" style="position:absolute;margin-left:-226.85pt;margin-top:29.2pt;width:5in;height:50.25pt;rotation:-90;z-index:-251670528;visibility:visible">
            <v:imagedata r:id="rId5" o:title=""/>
          </v:shape>
        </w:pict>
      </w:r>
      <w:r w:rsidRPr="00C81E09">
        <w:rPr>
          <w:rFonts w:ascii="Arial" w:hAnsi="Arial" w:cs="Arial"/>
          <w:sz w:val="32"/>
          <w:szCs w:val="32"/>
        </w:rPr>
        <w:tab/>
      </w:r>
      <w:r w:rsidRPr="00DE49D4">
        <w:rPr>
          <w:rFonts w:ascii="Arial" w:hAnsi="Arial" w:cs="Arial"/>
          <w:sz w:val="32"/>
          <w:szCs w:val="32"/>
        </w:rPr>
        <w:t xml:space="preserve">This year in math class we have been working with a program that is called </w:t>
      </w:r>
      <w:r w:rsidRPr="00DE49D4">
        <w:rPr>
          <w:rFonts w:ascii="Arial" w:hAnsi="Arial" w:cs="Arial"/>
          <w:sz w:val="32"/>
          <w:szCs w:val="32"/>
          <w:u w:val="single"/>
        </w:rPr>
        <w:t xml:space="preserve">Connected Math 2! </w:t>
      </w:r>
      <w:r w:rsidRPr="00DE49D4">
        <w:rPr>
          <w:rFonts w:ascii="Arial" w:hAnsi="Arial" w:cs="Arial"/>
          <w:sz w:val="32"/>
          <w:szCs w:val="32"/>
        </w:rPr>
        <w:t xml:space="preserve">It is a program that consists of 8 different books. The books we’ve worked on so far are </w:t>
      </w:r>
      <w:r w:rsidRPr="00DE49D4">
        <w:rPr>
          <w:rFonts w:ascii="Arial" w:hAnsi="Arial" w:cs="Arial"/>
          <w:sz w:val="32"/>
          <w:szCs w:val="32"/>
          <w:u w:val="single"/>
        </w:rPr>
        <w:t xml:space="preserve">Prime Time, Shapes &amp; Designs, Covering &amp; Surrounding, Bits &amp; Pieces I and Bits &amp; Pieces II. </w:t>
      </w:r>
      <w:r w:rsidRPr="00DE49D4">
        <w:rPr>
          <w:rFonts w:ascii="Arial" w:hAnsi="Arial" w:cs="Arial"/>
          <w:sz w:val="32"/>
          <w:szCs w:val="32"/>
        </w:rPr>
        <w:t>All of the books made learning the techniques and strategies fun!</w:t>
      </w:r>
    </w:p>
    <w:p w:rsidR="00C5133E" w:rsidRPr="00DE49D4" w:rsidRDefault="00C5133E">
      <w:pPr>
        <w:rPr>
          <w:rFonts w:ascii="Arial" w:hAnsi="Arial" w:cs="Arial"/>
          <w:sz w:val="32"/>
          <w:szCs w:val="32"/>
        </w:rPr>
      </w:pPr>
      <w:r w:rsidRPr="00DE49D4">
        <w:rPr>
          <w:rFonts w:ascii="Arial" w:hAnsi="Arial" w:cs="Arial"/>
          <w:sz w:val="32"/>
          <w:szCs w:val="32"/>
        </w:rPr>
        <w:tab/>
      </w:r>
      <w:r w:rsidRPr="00DE49D4">
        <w:rPr>
          <w:rFonts w:ascii="Arial" w:hAnsi="Arial" w:cs="Arial"/>
          <w:sz w:val="32"/>
          <w:szCs w:val="32"/>
          <w:u w:val="single"/>
        </w:rPr>
        <w:t xml:space="preserve">Shapes &amp; Designs </w:t>
      </w:r>
      <w:r w:rsidRPr="00DE49D4">
        <w:rPr>
          <w:rFonts w:ascii="Arial" w:hAnsi="Arial" w:cs="Arial"/>
          <w:sz w:val="32"/>
          <w:szCs w:val="32"/>
        </w:rPr>
        <w:t xml:space="preserve">was my favorite book because it really showed you that shapes are truly everywhere! I enjoyed the unit project that we each had to describe different shapes. I made a long book! </w:t>
      </w:r>
      <w:r>
        <w:rPr>
          <w:rFonts w:ascii="Arial" w:hAnsi="Arial" w:cs="Arial"/>
          <w:sz w:val="32"/>
          <w:szCs w:val="32"/>
        </w:rPr>
        <w:t xml:space="preserve">We all shared the information with each other and I learned a lot; mostly real world facts about shapes. With this unit I have learned so much about shapes and their jobs in the real world.  </w:t>
      </w:r>
    </w:p>
    <w:p w:rsidR="00C5133E" w:rsidRPr="00DE49D4" w:rsidRDefault="00C5133E">
      <w:pPr>
        <w:rPr>
          <w:rFonts w:ascii="Arial" w:hAnsi="Arial" w:cs="Arial"/>
          <w:sz w:val="32"/>
          <w:szCs w:val="32"/>
        </w:rPr>
      </w:pPr>
      <w:r>
        <w:rPr>
          <w:noProof/>
        </w:rPr>
        <w:pict>
          <v:shape id="Picture 7" o:spid="_x0000_s1031" type="#_x0000_t75" style="position:absolute;margin-left:305.25pt;margin-top:117.75pt;width:415.5pt;height:50.25pt;rotation:90;z-index:-251668480;visibility:visible">
            <v:imagedata r:id="rId5" o:title=""/>
          </v:shape>
        </w:pict>
      </w:r>
      <w:r>
        <w:rPr>
          <w:noProof/>
        </w:rPr>
        <w:pict>
          <v:shape id="Picture 6" o:spid="_x0000_s1032" type="#_x0000_t75" style="position:absolute;margin-left:-256.45pt;margin-top:119.25pt;width:418.5pt;height:50.2pt;rotation:-90;z-index:-251669504;visibility:visible">
            <v:imagedata r:id="rId5" o:title=""/>
          </v:shape>
        </w:pict>
      </w:r>
      <w:r w:rsidRPr="00DE49D4">
        <w:rPr>
          <w:rFonts w:ascii="Arial" w:hAnsi="Arial" w:cs="Arial"/>
          <w:sz w:val="32"/>
          <w:szCs w:val="32"/>
        </w:rPr>
        <w:tab/>
        <w:t xml:space="preserve"> The Connected Math 2 program really lives up to its title. Every problem has a real world situation or example that students can use to think deeper about the lesson. </w:t>
      </w:r>
      <w:r>
        <w:rPr>
          <w:rFonts w:ascii="Arial" w:hAnsi="Arial" w:cs="Arial"/>
          <w:sz w:val="32"/>
          <w:szCs w:val="32"/>
        </w:rPr>
        <w:t xml:space="preserve">It gives you the pieces to solve the puzzle but no real picture that you have to go by. It is a very easy program to follow which I think encourages students to work hard with the program. The books also go into real world situations. This relation definitely makes the work more manageable.  </w:t>
      </w:r>
    </w:p>
    <w:p w:rsidR="00C5133E" w:rsidRPr="00DE49D4" w:rsidRDefault="00C5133E">
      <w:pPr>
        <w:rPr>
          <w:rFonts w:ascii="Arial" w:hAnsi="Arial" w:cs="Arial"/>
          <w:sz w:val="32"/>
          <w:szCs w:val="32"/>
        </w:rPr>
      </w:pPr>
      <w:r>
        <w:rPr>
          <w:noProof/>
        </w:rPr>
        <w:pict>
          <v:shape id="Picture 13" o:spid="_x0000_s1033" type="#_x0000_t75" style="position:absolute;margin-left:-18pt;margin-top:126.75pt;width:510pt;height:51pt;z-index:-251666432;visibility:visible">
            <v:imagedata r:id="rId5" o:title=""/>
          </v:shape>
        </w:pict>
      </w:r>
      <w:r>
        <w:rPr>
          <w:noProof/>
        </w:rPr>
        <w:pict>
          <v:shapetype id="_x0000_t202" coordsize="21600,21600" o:spt="202" path="m,l,21600r21600,l21600,xe">
            <v:stroke joinstyle="miter"/>
            <v:path gradientshapeok="t" o:connecttype="rect"/>
          </v:shapetype>
          <v:shape id="_x0000_s1034" type="#_x0000_t202" style="position:absolute;margin-left:15.55pt;margin-top:104.75pt;width:398.05pt;height:22.2pt;z-index:-251665408" fillcolor="#fc684a" strokecolor="#fc684a">
            <v:textbox style="mso-next-textbox:#_x0000_s1034">
              <w:txbxContent>
                <w:p w:rsidR="00C5133E" w:rsidRPr="009E2F18" w:rsidRDefault="00C5133E" w:rsidP="009E2F18">
                  <w:pPr>
                    <w:rPr>
                      <w:sz w:val="18"/>
                      <w:szCs w:val="18"/>
                    </w:rPr>
                  </w:pPr>
                  <w:hyperlink r:id="rId6" w:history="1">
                    <w:r w:rsidRPr="009E2F18">
                      <w:rPr>
                        <w:sz w:val="18"/>
                        <w:szCs w:val="18"/>
                      </w:rPr>
                      <w:t>Photo from:</w:t>
                    </w:r>
                    <w:r w:rsidRPr="009E2F18">
                      <w:rPr>
                        <w:rStyle w:val="Hyperlink"/>
                        <w:sz w:val="18"/>
                        <w:szCs w:val="18"/>
                      </w:rPr>
                      <w:t>http://www.amazon.com/Shapes-And-Designs-Connected-Mathematics/dp/0131656317</w:t>
                    </w:r>
                  </w:hyperlink>
                </w:p>
                <w:p w:rsidR="00C5133E" w:rsidRDefault="00C5133E"/>
              </w:txbxContent>
            </v:textbox>
          </v:shape>
        </w:pict>
      </w:r>
      <w:r w:rsidRPr="00DE49D4">
        <w:rPr>
          <w:rFonts w:ascii="Arial" w:hAnsi="Arial" w:cs="Arial"/>
          <w:sz w:val="32"/>
          <w:szCs w:val="32"/>
        </w:rPr>
        <w:tab/>
        <w:t>This specific book talks a lot about tiling. Not just floor tiling but how different shapes can fit together with</w:t>
      </w:r>
      <w:r>
        <w:rPr>
          <w:rFonts w:ascii="Arial" w:hAnsi="Arial" w:cs="Arial"/>
          <w:sz w:val="32"/>
          <w:szCs w:val="32"/>
        </w:rPr>
        <w:t>out</w:t>
      </w:r>
      <w:r w:rsidRPr="00DE49D4">
        <w:rPr>
          <w:rFonts w:ascii="Arial" w:hAnsi="Arial" w:cs="Arial"/>
          <w:sz w:val="32"/>
          <w:szCs w:val="32"/>
        </w:rPr>
        <w:t xml:space="preserve"> gaps or spaces! It is pretty interesting to know that all shapes are related in some way. Some of the other things we go over in this book are; yup, you guessed is, shapes. There are a lot of different characteristics of shapes that have just been floating under all these years; waiting to be discovered and explored.   </w:t>
      </w:r>
    </w:p>
    <w:p w:rsidR="00C5133E" w:rsidRPr="00DE49D4" w:rsidRDefault="00C5133E">
      <w:pPr>
        <w:rPr>
          <w:rFonts w:ascii="Arial" w:hAnsi="Arial" w:cs="Arial"/>
          <w:sz w:val="32"/>
          <w:szCs w:val="32"/>
        </w:rPr>
      </w:pPr>
      <w:r>
        <w:rPr>
          <w:noProof/>
        </w:rPr>
        <w:pict>
          <v:shape id="_x0000_s1035" type="#_x0000_t75" style="position:absolute;margin-left:279.35pt;margin-top:97.7pt;width:466.5pt;height:50.25pt;rotation:90;z-index:-251659264;visibility:visible">
            <v:imagedata r:id="rId5" o:title=""/>
          </v:shape>
        </w:pict>
      </w:r>
      <w:r>
        <w:rPr>
          <w:noProof/>
        </w:rPr>
        <w:pict>
          <v:shape id="_x0000_s1036" type="#_x0000_t75" style="position:absolute;margin-left:-246.75pt;margin-top:75.2pt;width:408pt;height:50.25pt;rotation:90;z-index:-251656192;visibility:visible">
            <v:imagedata r:id="rId5" o:title=""/>
          </v:shape>
        </w:pict>
      </w:r>
      <w:r>
        <w:rPr>
          <w:noProof/>
        </w:rPr>
        <w:pict>
          <v:shape id="_x0000_s1037" type="#_x0000_t75" style="position:absolute;margin-left:-22.5pt;margin-top:-119.05pt;width:510pt;height:51pt;z-index:-251655168;visibility:visible">
            <v:imagedata r:id="rId5" o:title=""/>
          </v:shape>
        </w:pict>
      </w:r>
      <w:r w:rsidRPr="00DE49D4">
        <w:rPr>
          <w:rFonts w:ascii="Arial" w:hAnsi="Arial" w:cs="Arial"/>
          <w:sz w:val="32"/>
          <w:szCs w:val="32"/>
        </w:rPr>
        <w:tab/>
        <w:t xml:space="preserve">In each book there is a vocabulary section in the back. Each time we finish a book we have to hand in the vocabulary words in our vocabulary notebooks.  Re-writing each term helps us to know the definitions and use of the word. </w:t>
      </w:r>
      <w:r>
        <w:rPr>
          <w:rFonts w:ascii="Arial" w:hAnsi="Arial" w:cs="Arial"/>
          <w:sz w:val="32"/>
          <w:szCs w:val="32"/>
        </w:rPr>
        <w:t xml:space="preserve">The words are not tricky words that will never be needed or used in everyday life; but important words that will help us in the future of school and work. The definitions aren’t full of words that we would have to look up all in their own; but a simple, easily comprehended definition.  </w:t>
      </w:r>
    </w:p>
    <w:p w:rsidR="00C5133E" w:rsidRPr="00DE49D4" w:rsidRDefault="00C5133E">
      <w:pPr>
        <w:rPr>
          <w:rFonts w:ascii="Arial" w:hAnsi="Arial" w:cs="Arial"/>
          <w:sz w:val="32"/>
          <w:szCs w:val="32"/>
        </w:rPr>
      </w:pPr>
      <w:r w:rsidRPr="00DE49D4">
        <w:rPr>
          <w:rFonts w:ascii="Arial" w:hAnsi="Arial" w:cs="Arial"/>
          <w:sz w:val="32"/>
          <w:szCs w:val="32"/>
        </w:rPr>
        <w:tab/>
        <w:t>Having Mrs. Mannon as teacher has definitely helped me to work harder in class and really try my best! She inspires me by her letting me know that she believes I can do it. It is truly great to know that she does. She always walks us through step-by-step or give us new techniques if we don’t understand something. She really is an amazing math teacher.</w:t>
      </w:r>
      <w:r>
        <w:rPr>
          <w:rFonts w:ascii="Arial" w:hAnsi="Arial" w:cs="Arial"/>
          <w:sz w:val="32"/>
          <w:szCs w:val="32"/>
        </w:rPr>
        <w:t xml:space="preserve"> </w:t>
      </w:r>
      <w:r w:rsidRPr="00DE49D4">
        <w:rPr>
          <w:rFonts w:ascii="Arial" w:hAnsi="Arial" w:cs="Arial"/>
          <w:sz w:val="32"/>
          <w:szCs w:val="32"/>
        </w:rPr>
        <w:t xml:space="preserve"> </w:t>
      </w:r>
    </w:p>
    <w:p w:rsidR="00C5133E" w:rsidRDefault="00C5133E">
      <w:pPr>
        <w:rPr>
          <w:rFonts w:ascii="Arial" w:hAnsi="Arial" w:cs="Arial"/>
          <w:sz w:val="32"/>
          <w:szCs w:val="32"/>
        </w:rPr>
      </w:pPr>
      <w:r>
        <w:rPr>
          <w:noProof/>
        </w:rPr>
        <w:pict>
          <v:shape id="_x0000_s1038" type="#_x0000_t75" style="position:absolute;margin-left:236.25pt;margin-top:126.45pt;width:68.25pt;height:112.5pt;z-index:-251663360;visibility:visible">
            <v:imagedata r:id="rId7" o:title="" croptop="22504f" cropbottom="13369f" cropleft="32526f" cropright="5937f"/>
          </v:shape>
        </w:pict>
      </w:r>
      <w:r>
        <w:rPr>
          <w:noProof/>
        </w:rPr>
        <w:pict>
          <v:shape id="_x0000_s1039" type="#_x0000_t75" style="position:absolute;margin-left:327.35pt;margin-top:187.95pt;width:370.5pt;height:50.25pt;rotation:90;z-index:-251658240;visibility:visible">
            <v:imagedata r:id="rId5" o:title=""/>
          </v:shape>
        </w:pict>
      </w:r>
      <w:r>
        <w:rPr>
          <w:noProof/>
        </w:rPr>
        <w:pict>
          <v:shape id="_x0000_s1040" type="#_x0000_t75" style="position:absolute;margin-left:-219pt;margin-top:126.45pt;width:352.5pt;height:50.25pt;rotation:90;z-index:-251657216;visibility:visible">
            <v:imagedata r:id="rId5" o:title=""/>
          </v:shape>
        </w:pict>
      </w:r>
      <w:r w:rsidRPr="00DE49D4">
        <w:rPr>
          <w:rFonts w:ascii="Arial" w:hAnsi="Arial" w:cs="Arial"/>
          <w:sz w:val="32"/>
          <w:szCs w:val="32"/>
        </w:rPr>
        <w:tab/>
      </w:r>
    </w:p>
    <w:p w:rsidR="00C5133E" w:rsidRDefault="00C5133E">
      <w:pPr>
        <w:rPr>
          <w:rFonts w:ascii="Arial" w:hAnsi="Arial" w:cs="Arial"/>
          <w:sz w:val="32"/>
          <w:szCs w:val="32"/>
        </w:rPr>
      </w:pPr>
      <w:r>
        <w:rPr>
          <w:noProof/>
        </w:rPr>
        <w:pict>
          <v:shape id="_x0000_s1041" type="#_x0000_t75" style="position:absolute;margin-left:171pt;margin-top:95.3pt;width:68.25pt;height:123pt;z-index:-251662336;visibility:visible">
            <v:imagedata r:id="rId8" o:title="" cropleft="2214f" cropright="27011f"/>
          </v:shape>
        </w:pict>
      </w:r>
      <w:r>
        <w:rPr>
          <w:noProof/>
        </w:rPr>
        <w:pict>
          <v:shape id="_x0000_s1042" type="#_x0000_t75" style="position:absolute;margin-left:-22.5pt;margin-top:259.55pt;width:510pt;height:51pt;z-index:-251660288;visibility:visible">
            <v:imagedata r:id="rId5" o:title=""/>
          </v:shape>
        </w:pict>
      </w:r>
      <w:r>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43" type="#_x0000_t170" style="position:absolute;margin-left:99pt;margin-top:.15pt;width:282.75pt;height:51pt;z-index:-251661312" adj="2158" fillcolor="#e36c0a" strokecolor="red" strokeweight="2.25pt">
            <v:fill color2="#fc0"/>
            <v:shadow on="t" type="perspective" color="#875b0d" opacity="45875f" origin=",.5" matrix=",,,.5,,-4768371582e-16"/>
            <v:textpath style="font-family:&quot;Arial Black&quot;;v-text-kern:t" trim="t" fitpath="t" string="&quot;NO ORPPLES!!!!&quot;"/>
          </v:shape>
        </w:pict>
      </w:r>
      <w:r>
        <w:rPr>
          <w:rFonts w:ascii="Arial" w:hAnsi="Arial" w:cs="Arial"/>
          <w:sz w:val="32"/>
          <w:szCs w:val="32"/>
        </w:rPr>
        <w:br w:type="page"/>
      </w:r>
    </w:p>
    <w:p w:rsidR="00C5133E" w:rsidRPr="00DE49D4" w:rsidRDefault="00C5133E">
      <w:pPr>
        <w:rPr>
          <w:rFonts w:ascii="Arial" w:hAnsi="Arial" w:cs="Arial"/>
          <w:sz w:val="32"/>
          <w:szCs w:val="32"/>
        </w:rPr>
      </w:pPr>
      <w:r>
        <w:rPr>
          <w:noProof/>
        </w:rPr>
        <w:pict>
          <v:shape id="Picture 24" o:spid="_x0000_s1044" type="#_x0000_t75" style="position:absolute;margin-left:-18pt;margin-top:634.85pt;width:498.75pt;height:42pt;z-index:-251644928;visibility:visible">
            <v:imagedata r:id="rId9" o:title=""/>
          </v:shape>
        </w:pict>
      </w:r>
      <w:r>
        <w:rPr>
          <w:noProof/>
        </w:rPr>
        <w:pict>
          <v:shape id="_x0000_s1045" type="#_x0000_t202" style="position:absolute;margin-left:-27.35pt;margin-top:447pt;width:519.35pt;height:187.85pt;z-index:251667456" strokecolor="white">
            <v:textbox style="mso-next-textbox:#_x0000_s1045">
              <w:txbxContent>
                <w:p w:rsidR="00C5133E" w:rsidRDefault="00C5133E">
                  <w:pPr>
                    <w:rPr>
                      <w:rFonts w:ascii="Arial" w:hAnsi="Arial" w:cs="Arial"/>
                      <w:sz w:val="32"/>
                      <w:szCs w:val="32"/>
                    </w:rPr>
                  </w:pPr>
                  <w:r>
                    <w:rPr>
                      <w:rFonts w:ascii="Arial" w:hAnsi="Arial" w:cs="Arial"/>
                      <w:sz w:val="32"/>
                      <w:szCs w:val="32"/>
                    </w:rPr>
                    <w:t xml:space="preserve">In conclusion, math class has been really fun. I have learned a lot this year and enjoyed the process of learning and mastering all my skills! </w:t>
                  </w:r>
                </w:p>
                <w:p w:rsidR="00C5133E" w:rsidRDefault="00C5133E">
                  <w:pPr>
                    <w:rPr>
                      <w:rFonts w:ascii="Arial" w:hAnsi="Arial" w:cs="Arial"/>
                      <w:sz w:val="32"/>
                      <w:szCs w:val="32"/>
                    </w:rPr>
                  </w:pPr>
                </w:p>
                <w:p w:rsidR="00C5133E" w:rsidRDefault="00C5133E">
                  <w:pPr>
                    <w:rPr>
                      <w:rFonts w:ascii="Arial" w:hAnsi="Arial" w:cs="Arial"/>
                      <w:sz w:val="32"/>
                      <w:szCs w:val="32"/>
                    </w:rPr>
                  </w:pPr>
                </w:p>
                <w:p w:rsidR="00C5133E" w:rsidRDefault="00C5133E">
                  <w:pPr>
                    <w:rPr>
                      <w:rFonts w:ascii="Arial" w:hAnsi="Arial" w:cs="Arial"/>
                      <w:sz w:val="32"/>
                      <w:szCs w:val="32"/>
                    </w:rPr>
                  </w:pPr>
                </w:p>
                <w:p w:rsidR="00C5133E" w:rsidRPr="007506EA" w:rsidRDefault="00C5133E">
                  <w:pPr>
                    <w:rPr>
                      <w:rFonts w:ascii="Arial" w:hAnsi="Arial" w:cs="Arial"/>
                      <w:sz w:val="32"/>
                      <w:szCs w:val="32"/>
                    </w:rPr>
                  </w:pPr>
                  <w:r>
                    <w:rPr>
                      <w:rFonts w:ascii="Arial" w:hAnsi="Arial" w:cs="Arial"/>
                      <w:sz w:val="32"/>
                      <w:szCs w:val="32"/>
                    </w:rPr>
                    <w:t xml:space="preserve"> </w:t>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t>-Kaitlyn Vargo</w:t>
                  </w:r>
                </w:p>
              </w:txbxContent>
            </v:textbox>
          </v:shape>
        </w:pict>
      </w:r>
      <w:r>
        <w:rPr>
          <w:noProof/>
        </w:rPr>
        <w:pict>
          <v:shape id="Picture 25" o:spid="_x0000_s1046" type="#_x0000_t75" style="position:absolute;margin-left:-422.65pt;margin-top:304.1pt;width:761.25pt;height:42pt;rotation:90;z-index:-251646976;visibility:visible">
            <v:imagedata r:id="rId9" o:title=""/>
          </v:shape>
        </w:pict>
      </w:r>
      <w:r>
        <w:rPr>
          <w:noProof/>
        </w:rPr>
        <w:pict>
          <v:shape id="Picture 22" o:spid="_x0000_s1047" type="#_x0000_t75" style="position:absolute;margin-left:-21pt;margin-top:-66.75pt;width:489pt;height:42pt;z-index:-251648000;visibility:visible">
            <v:imagedata r:id="rId9" o:title=""/>
          </v:shape>
        </w:pict>
      </w:r>
      <w:r>
        <w:rPr>
          <w:noProof/>
        </w:rPr>
        <w:pict>
          <v:shape id="Picture 23" o:spid="_x0000_s1048" type="#_x0000_t75" style="position:absolute;margin-left:123.15pt;margin-top:296.05pt;width:757.85pt;height:41.95pt;rotation:90;z-index:-251645952;visibility:visible">
            <v:imagedata r:id="rId9" o:title=""/>
          </v:shape>
        </w:pict>
      </w:r>
      <w:r>
        <w:rPr>
          <w:noProof/>
        </w:rPr>
        <w:pict>
          <v:shape id="_x0000_s1049" type="#_x0000_t136" style="position:absolute;margin-left:76.5pt;margin-top:-15.75pt;width:318pt;height:42pt;z-index:-251650048" wrapcoords="-51 0 -102 3471 102 6171 306 6171 204 12343 -1426 13500 -1426 14657 -408 18514 -408 20443 10749 22371 20326 22371 20632 22371 21702 5014 21396 3471 20275 0 -51 0"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The Shape Family"/>
            <w10:wrap type="tight"/>
          </v:shape>
        </w:pict>
      </w:r>
      <w:r>
        <w:rPr>
          <w:noProof/>
        </w:rPr>
        <w:pict>
          <v:rect id="_x0000_s1050" style="position:absolute;margin-left:148.5pt;margin-top:69.75pt;width:108pt;height:22.5pt;z-index:251665408" fillcolor="#c1eaff" strokecolor="#c1eaff"/>
        </w:pict>
      </w:r>
      <w:r>
        <w:rPr>
          <w:noProof/>
        </w:rPr>
        <w:pict>
          <v:shape id="Picture 28" o:spid="_x0000_s1051" type="#_x0000_t75" alt="shape family.png" style="position:absolute;margin-left:43.5pt;margin-top:63.75pt;width:393pt;height:283.5pt;z-index:-251652096;visibility:visible">
            <v:imagedata r:id="rId10" o:title=""/>
          </v:shape>
        </w:pict>
      </w:r>
      <w:r>
        <w:rPr>
          <w:noProof/>
        </w:rPr>
        <w:pict>
          <v:shape id="Picture 15" o:spid="_x0000_s1052" type="#_x0000_t75" style="position:absolute;margin-left:9pt;margin-top:34.5pt;width:459pt;height:345pt;z-index:-251654144;visibility:visible">
            <v:imagedata r:id="rId11" o:title=""/>
          </v:shape>
        </w:pict>
      </w:r>
      <w:r>
        <w:rPr>
          <w:noProof/>
        </w:rPr>
        <w:pict>
          <v:shape id="_x0000_s1053" type="#_x0000_t202" style="position:absolute;margin-left:23.8pt;margin-top:384.75pt;width:427.3pt;height:24.85pt;z-index:251663360" fillcolor="red" strokecolor="red">
            <v:textbox>
              <w:txbxContent>
                <w:p w:rsidR="00C5133E" w:rsidRDefault="00C5133E">
                  <w:r w:rsidRPr="008D6E70">
                    <w:t>http://exchange.smarttech.com/details.html?id=ecf3ba43-272c-4b99-9038-a71d0c5b74f6</w:t>
                  </w:r>
                </w:p>
              </w:txbxContent>
            </v:textbox>
          </v:shape>
        </w:pict>
      </w:r>
    </w:p>
    <w:sectPr w:rsidR="00C5133E" w:rsidRPr="00DE49D4" w:rsidSect="008B3B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363D"/>
    <w:rsid w:val="000048F6"/>
    <w:rsid w:val="00157E11"/>
    <w:rsid w:val="002F0A6B"/>
    <w:rsid w:val="00392F25"/>
    <w:rsid w:val="00421A79"/>
    <w:rsid w:val="004A4EB8"/>
    <w:rsid w:val="004F6BDB"/>
    <w:rsid w:val="004F7C71"/>
    <w:rsid w:val="00521A45"/>
    <w:rsid w:val="005E3A83"/>
    <w:rsid w:val="00634FC5"/>
    <w:rsid w:val="00670F4A"/>
    <w:rsid w:val="00675AAA"/>
    <w:rsid w:val="006D0234"/>
    <w:rsid w:val="007506EA"/>
    <w:rsid w:val="00793D87"/>
    <w:rsid w:val="007F049C"/>
    <w:rsid w:val="008B3BE3"/>
    <w:rsid w:val="008D6E70"/>
    <w:rsid w:val="0093272F"/>
    <w:rsid w:val="009E2F18"/>
    <w:rsid w:val="00A826CD"/>
    <w:rsid w:val="00AD1E1A"/>
    <w:rsid w:val="00BA4BB0"/>
    <w:rsid w:val="00C11993"/>
    <w:rsid w:val="00C5133E"/>
    <w:rsid w:val="00C81E09"/>
    <w:rsid w:val="00CF363D"/>
    <w:rsid w:val="00D57031"/>
    <w:rsid w:val="00DE49D4"/>
    <w:rsid w:val="00EA0857"/>
    <w:rsid w:val="00ED50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F1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F3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F363D"/>
    <w:rPr>
      <w:rFonts w:ascii="Tahoma" w:hAnsi="Tahoma" w:cs="Tahoma"/>
      <w:sz w:val="16"/>
      <w:szCs w:val="16"/>
    </w:rPr>
  </w:style>
  <w:style w:type="character" w:styleId="Hyperlink">
    <w:name w:val="Hyperlink"/>
    <w:basedOn w:val="DefaultParagraphFont"/>
    <w:uiPriority w:val="99"/>
    <w:rsid w:val="009E2F1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azon.com/Shapes-And-Designs-Connected-Mathematics/dp/0131656317" TargetMode="External"/><Relationship Id="rId11" Type="http://schemas.openxmlformats.org/officeDocument/2006/relationships/image" Target="media/image7.wmf"/><Relationship Id="rId5" Type="http://schemas.openxmlformats.org/officeDocument/2006/relationships/image" Target="media/image2.wmf"/><Relationship Id="rId10" Type="http://schemas.openxmlformats.org/officeDocument/2006/relationships/image" Target="media/image6.png"/><Relationship Id="rId4" Type="http://schemas.openxmlformats.org/officeDocument/2006/relationships/image" Target="media/image1.jpeg"/><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97</TotalTime>
  <Pages>3</Pages>
  <Words>379</Words>
  <Characters>2162</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Franklin Township School</cp:lastModifiedBy>
  <cp:revision>13</cp:revision>
  <dcterms:created xsi:type="dcterms:W3CDTF">2012-05-04T14:45:00Z</dcterms:created>
  <dcterms:modified xsi:type="dcterms:W3CDTF">2012-05-16T14:47:00Z</dcterms:modified>
</cp:coreProperties>
</file>